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8D2AA9" w:rsidP="00C90A4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20E6DF8F" wp14:editId="541B38BB">
            <wp:simplePos x="0" y="0"/>
            <wp:positionH relativeFrom="column">
              <wp:posOffset>2862580</wp:posOffset>
            </wp:positionH>
            <wp:positionV relativeFrom="paragraph">
              <wp:posOffset>33655</wp:posOffset>
            </wp:positionV>
            <wp:extent cx="1476375" cy="1485900"/>
            <wp:effectExtent l="0" t="0" r="9525" b="0"/>
            <wp:wrapNone/>
            <wp:docPr id="1" name="Image 1" descr="Résultat de recherche d'images pour &quot;cuisinie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uisinier dessin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4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D36E2FF" wp14:editId="5DAF15DE">
            <wp:extent cx="1524000" cy="1524000"/>
            <wp:effectExtent l="0" t="0" r="0" b="0"/>
            <wp:docPr id="2" name="Image 2" descr="Résultat de recherche d'images pour &quot;policie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policier dessin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AA9" w:rsidRDefault="008D2AA9" w:rsidP="00C90A44"/>
    <w:p w:rsidR="008D2AA9" w:rsidRDefault="008D2AA9" w:rsidP="00C90A44"/>
    <w:p w:rsidR="008D2AA9" w:rsidRDefault="008D2AA9" w:rsidP="00C90A44"/>
    <w:p w:rsidR="008D2AA9" w:rsidRDefault="008D2AA9" w:rsidP="00C90A44">
      <w:r>
        <w:rPr>
          <w:noProof/>
        </w:rPr>
        <w:drawing>
          <wp:anchor distT="0" distB="0" distL="114300" distR="114300" simplePos="0" relativeHeight="251659264" behindDoc="0" locked="0" layoutInCell="1" allowOverlap="1" wp14:anchorId="135497B8" wp14:editId="2F4D1D20">
            <wp:simplePos x="0" y="0"/>
            <wp:positionH relativeFrom="column">
              <wp:posOffset>2938780</wp:posOffset>
            </wp:positionH>
            <wp:positionV relativeFrom="paragraph">
              <wp:posOffset>-635</wp:posOffset>
            </wp:positionV>
            <wp:extent cx="1485900" cy="1485900"/>
            <wp:effectExtent l="0" t="0" r="0" b="0"/>
            <wp:wrapNone/>
            <wp:docPr id="5" name="Image 5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9CBB26E" wp14:editId="6688CC8C">
            <wp:extent cx="1524000" cy="1400175"/>
            <wp:effectExtent l="0" t="0" r="0" b="9525"/>
            <wp:docPr id="3" name="Image 3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696" cy="1402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</w:p>
    <w:p w:rsidR="008D2AA9" w:rsidRDefault="008D2AA9" w:rsidP="00C90A44"/>
    <w:p w:rsidR="008D2AA9" w:rsidRDefault="008D2AA9" w:rsidP="00C90A44"/>
    <w:p w:rsidR="008D2AA9" w:rsidRDefault="008D2AA9" w:rsidP="00C90A44"/>
    <w:p w:rsidR="008D2AA9" w:rsidRDefault="008D2AA9" w:rsidP="00C90A44"/>
    <w:p w:rsidR="008D2AA9" w:rsidRDefault="0035624F" w:rsidP="00C90A44">
      <w:r>
        <w:rPr>
          <w:noProof/>
        </w:rPr>
        <w:drawing>
          <wp:anchor distT="0" distB="0" distL="114300" distR="114300" simplePos="0" relativeHeight="251660288" behindDoc="0" locked="0" layoutInCell="1" allowOverlap="1" wp14:anchorId="3112A731" wp14:editId="33A4D90B">
            <wp:simplePos x="0" y="0"/>
            <wp:positionH relativeFrom="column">
              <wp:posOffset>2862580</wp:posOffset>
            </wp:positionH>
            <wp:positionV relativeFrom="paragraph">
              <wp:posOffset>99695</wp:posOffset>
            </wp:positionV>
            <wp:extent cx="1638300" cy="1588352"/>
            <wp:effectExtent l="0" t="0" r="0" b="0"/>
            <wp:wrapNone/>
            <wp:docPr id="7" name="Image 7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8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2AA9" w:rsidRDefault="008D2AA9" w:rsidP="00C90A44">
      <w:r>
        <w:rPr>
          <w:noProof/>
        </w:rPr>
        <w:drawing>
          <wp:inline distT="0" distB="0" distL="0" distR="0" wp14:anchorId="1D0FAF3E" wp14:editId="7DC2B124">
            <wp:extent cx="1524000" cy="1457325"/>
            <wp:effectExtent l="0" t="0" r="0" b="9525"/>
            <wp:docPr id="6" name="Image 6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24F" w:rsidRDefault="0035624F" w:rsidP="00C90A44"/>
    <w:p w:rsidR="0035624F" w:rsidRDefault="0035624F" w:rsidP="00C90A44"/>
    <w:p w:rsidR="0035624F" w:rsidRDefault="0035624F" w:rsidP="00C90A44"/>
    <w:p w:rsidR="0035624F" w:rsidRDefault="0035624F" w:rsidP="00C90A44"/>
    <w:p w:rsidR="0035624F" w:rsidRPr="00C90A44" w:rsidRDefault="0035624F" w:rsidP="00C90A44">
      <w:r>
        <w:rPr>
          <w:noProof/>
        </w:rPr>
        <w:drawing>
          <wp:anchor distT="0" distB="0" distL="114300" distR="114300" simplePos="0" relativeHeight="251661312" behindDoc="1" locked="0" layoutInCell="1" allowOverlap="1" wp14:anchorId="3FF3A6EF" wp14:editId="01580721">
            <wp:simplePos x="0" y="0"/>
            <wp:positionH relativeFrom="column">
              <wp:posOffset>2900681</wp:posOffset>
            </wp:positionH>
            <wp:positionV relativeFrom="paragraph">
              <wp:posOffset>58420</wp:posOffset>
            </wp:positionV>
            <wp:extent cx="1524000" cy="1323975"/>
            <wp:effectExtent l="0" t="0" r="0" b="9525"/>
            <wp:wrapNone/>
            <wp:docPr id="9" name="Image 9" descr="Résultat de recherche d'images pour &quot;professeu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ésultat de recherche d'images pour &quot;professeur dessin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4A9371D1" wp14:editId="158239E4">
            <wp:extent cx="1590675" cy="1479164"/>
            <wp:effectExtent l="0" t="0" r="0" b="6985"/>
            <wp:docPr id="8" name="Image 8" descr="Résultat de recherche d'images pour &quot;pompier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ésultat de recherche d'images pour &quot;pompier dessin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7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624F" w:rsidRPr="00C9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AA9"/>
    <w:rsid w:val="0013656C"/>
    <w:rsid w:val="0035624F"/>
    <w:rsid w:val="006B3802"/>
    <w:rsid w:val="008D2AA9"/>
    <w:rsid w:val="00B65436"/>
    <w:rsid w:val="00BF49C4"/>
    <w:rsid w:val="00C90A44"/>
    <w:rsid w:val="00F36260"/>
    <w:rsid w:val="00F666F4"/>
    <w:rsid w:val="00FB4BAA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8D2A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D2A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8D2A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D2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C4865-3183-4F65-A444-80C582B04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61A43632.dotm</Template>
  <TotalTime>0</TotalTime>
  <Pages>1</Pages>
  <Words>0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Wüest Larissa (DCS)</cp:lastModifiedBy>
  <cp:revision>2</cp:revision>
  <cp:lastPrinted>2019-05-08T07:35:00Z</cp:lastPrinted>
  <dcterms:created xsi:type="dcterms:W3CDTF">2019-06-28T09:22:00Z</dcterms:created>
  <dcterms:modified xsi:type="dcterms:W3CDTF">2019-06-28T09:22:00Z</dcterms:modified>
</cp:coreProperties>
</file>